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0"/>
        <w:gridCol w:w="542"/>
        <w:gridCol w:w="3724"/>
      </w:tblGrid>
      <w:tr w:rsidR="00DD0F19" w14:paraId="3BF51A1E" w14:textId="77777777" w:rsidTr="00DD0F19">
        <w:trPr>
          <w:cantSplit/>
          <w:trHeight w:val="567"/>
        </w:trPr>
        <w:tc>
          <w:tcPr>
            <w:tcW w:w="5217" w:type="dxa"/>
            <w:vMerge w:val="restart"/>
          </w:tcPr>
          <w:p w14:paraId="494097B4" w14:textId="0691D019" w:rsidR="00DD0F19" w:rsidRDefault="00DD0F19" w:rsidP="00DD0F19">
            <w:pPr>
              <w:framePr w:w="9582" w:h="2155" w:wrap="notBeside" w:vAnchor="page" w:hAnchor="page" w:x="1702" w:y="3063"/>
            </w:pPr>
          </w:p>
          <w:p w14:paraId="5689019E" w14:textId="77777777" w:rsidR="000E5BAB" w:rsidRDefault="000E5BAB" w:rsidP="000E5BAB">
            <w:pPr>
              <w:framePr w:w="9582" w:h="2155" w:wrap="notBeside" w:vAnchor="page" w:hAnchor="page" w:x="1702" w:y="3063"/>
            </w:pPr>
            <w:r>
              <w:t>Keskkonnaamet</w:t>
            </w:r>
          </w:p>
          <w:p w14:paraId="42645C6D" w14:textId="77777777" w:rsidR="004871E4" w:rsidRPr="004871E4" w:rsidRDefault="006C4AAD" w:rsidP="000E5BAB">
            <w:pPr>
              <w:framePr w:w="9582" w:h="2155" w:wrap="notBeside" w:vAnchor="page" w:hAnchor="page" w:x="1702" w:y="3063"/>
            </w:pPr>
            <w:r w:rsidRPr="004871E4">
              <w:t>Roheline 64</w:t>
            </w:r>
          </w:p>
          <w:p w14:paraId="6B4A9F7B" w14:textId="25309775" w:rsidR="00DD0F19" w:rsidRDefault="006C4AAD" w:rsidP="000E5BAB">
            <w:pPr>
              <w:framePr w:w="9582" w:h="2155" w:wrap="notBeside" w:vAnchor="page" w:hAnchor="page" w:x="1702" w:y="3063"/>
            </w:pPr>
            <w:r w:rsidRPr="004871E4">
              <w:t>80010 Pärnu</w:t>
            </w:r>
          </w:p>
        </w:tc>
        <w:tc>
          <w:tcPr>
            <w:tcW w:w="526" w:type="dxa"/>
            <w:noWrap/>
          </w:tcPr>
          <w:p w14:paraId="28D51710" w14:textId="3CB50EC1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11E29183" w14:textId="0903DB6E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  <w:tr w:rsidR="00DD0F19" w14:paraId="597DE319" w14:textId="77777777">
        <w:trPr>
          <w:cantSplit/>
          <w:trHeight w:val="743"/>
        </w:trPr>
        <w:tc>
          <w:tcPr>
            <w:tcW w:w="5216" w:type="dxa"/>
            <w:vMerge/>
          </w:tcPr>
          <w:p w14:paraId="44F7CE56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71B3801F" w14:textId="1E5E7E38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419E90F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(digitaalallkirja kuupäev) </w:t>
            </w:r>
          </w:p>
          <w:p w14:paraId="0E471F06" w14:textId="1795C43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 nr 3-2.1/202</w:t>
            </w:r>
            <w:r w:rsidR="00B06B63">
              <w:t>5</w:t>
            </w:r>
            <w:r>
              <w:t>/</w:t>
            </w:r>
            <w:r w:rsidR="009C564C" w:rsidRPr="009C564C">
              <w:t>7271</w:t>
            </w:r>
          </w:p>
        </w:tc>
      </w:tr>
      <w:tr w:rsidR="00DD0F19" w14:paraId="36E565BD" w14:textId="77777777">
        <w:trPr>
          <w:cantSplit/>
          <w:trHeight w:hRule="exact" w:val="23"/>
        </w:trPr>
        <w:tc>
          <w:tcPr>
            <w:tcW w:w="5216" w:type="dxa"/>
          </w:tcPr>
          <w:p w14:paraId="4D7E1F95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XXXXXXXXXXXXXXXXXXXXXXXXXXXXX</w:t>
            </w:r>
            <w:r w:rsidRPr="004871E4">
              <w:t>X</w:t>
            </w:r>
          </w:p>
        </w:tc>
        <w:tc>
          <w:tcPr>
            <w:tcW w:w="510" w:type="dxa"/>
            <w:noWrap/>
          </w:tcPr>
          <w:p w14:paraId="7A8E6760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4420BC52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</w:tbl>
    <w:p w14:paraId="197CD63C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53375B7" w14:textId="77777777" w:rsidR="00E85637" w:rsidRDefault="00E85637">
      <w:pPr>
        <w:rPr>
          <w:spacing w:val="0"/>
          <w:position w:val="0"/>
          <w:sz w:val="20"/>
        </w:rPr>
      </w:pP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20969" w14:textId="08EEE9F0" w:rsidR="00E85637" w:rsidRPr="00A92AE3" w:rsidRDefault="00381E69">
      <w:pPr>
        <w:rPr>
          <w:b/>
          <w:bCs/>
          <w:szCs w:val="24"/>
        </w:rPr>
      </w:pPr>
      <w:r>
        <w:rPr>
          <w:b/>
          <w:bCs/>
          <w:szCs w:val="24"/>
        </w:rPr>
        <w:t>Taotlus</w:t>
      </w:r>
    </w:p>
    <w:p w14:paraId="46DFC195" w14:textId="77777777" w:rsidR="00E85637" w:rsidRPr="00A92AE3" w:rsidRDefault="00E85637">
      <w:pPr>
        <w:rPr>
          <w:szCs w:val="24"/>
        </w:rPr>
      </w:pPr>
    </w:p>
    <w:p w14:paraId="0A15066C" w14:textId="3830822A" w:rsidR="00635072" w:rsidRDefault="00731E38" w:rsidP="00B769B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Palun anda luba </w:t>
      </w:r>
      <w:r w:rsidR="00987120">
        <w:rPr>
          <w:color w:val="000000"/>
        </w:rPr>
        <w:t>metsamaterjali</w:t>
      </w:r>
      <w:r w:rsidR="008F150B">
        <w:rPr>
          <w:color w:val="000000"/>
        </w:rPr>
        <w:t xml:space="preserve"> </w:t>
      </w:r>
      <w:proofErr w:type="spellStart"/>
      <w:r>
        <w:rPr>
          <w:color w:val="000000"/>
        </w:rPr>
        <w:t>kokkuveoks</w:t>
      </w:r>
      <w:proofErr w:type="spellEnd"/>
      <w:r>
        <w:rPr>
          <w:color w:val="000000"/>
        </w:rPr>
        <w:t xml:space="preserve"> külmumata pinnasel </w:t>
      </w:r>
      <w:r w:rsidR="00B769BE">
        <w:rPr>
          <w:color w:val="000000"/>
        </w:rPr>
        <w:t xml:space="preserve">kvartalil </w:t>
      </w:r>
      <w:r w:rsidR="00C66681">
        <w:rPr>
          <w:color w:val="000000"/>
        </w:rPr>
        <w:t>AA114 eraldisel 7.</w:t>
      </w:r>
    </w:p>
    <w:p w14:paraId="3BD022FA" w14:textId="77777777" w:rsidR="00B20188" w:rsidRDefault="00B20188" w:rsidP="00504E88">
      <w:pPr>
        <w:shd w:val="clear" w:color="auto" w:fill="FFFFFF"/>
        <w:spacing w:before="150" w:after="150"/>
        <w:outlineLvl w:val="3"/>
        <w:rPr>
          <w:color w:val="000000"/>
        </w:rPr>
      </w:pPr>
    </w:p>
    <w:p w14:paraId="72AF3D1B" w14:textId="33905F65" w:rsidR="00B20188" w:rsidRDefault="00B20188" w:rsidP="00504E88">
      <w:pPr>
        <w:shd w:val="clear" w:color="auto" w:fill="FFFFFF"/>
        <w:spacing w:before="150" w:after="150"/>
        <w:outlineLvl w:val="3"/>
        <w:rPr>
          <w:szCs w:val="24"/>
        </w:rPr>
      </w:pPr>
      <w:r>
        <w:rPr>
          <w:color w:val="000000"/>
        </w:rPr>
        <w:t xml:space="preserve">Lisatud </w:t>
      </w:r>
      <w:proofErr w:type="spellStart"/>
      <w:r>
        <w:rPr>
          <w:color w:val="000000"/>
        </w:rPr>
        <w:t>kokkuveo</w:t>
      </w:r>
      <w:proofErr w:type="spellEnd"/>
      <w:r>
        <w:rPr>
          <w:color w:val="000000"/>
        </w:rPr>
        <w:t xml:space="preserve"> </w:t>
      </w:r>
      <w:r w:rsidR="00073638">
        <w:rPr>
          <w:color w:val="000000"/>
        </w:rPr>
        <w:t>skeem</w:t>
      </w:r>
    </w:p>
    <w:p w14:paraId="254CAC2B" w14:textId="0975AD3D" w:rsidR="00635072" w:rsidRDefault="00635072" w:rsidP="00635072">
      <w:pPr>
        <w:rPr>
          <w:szCs w:val="24"/>
        </w:rPr>
      </w:pPr>
    </w:p>
    <w:p w14:paraId="33692D63" w14:textId="77777777" w:rsidR="00635072" w:rsidRPr="00635072" w:rsidRDefault="00635072" w:rsidP="00635072">
      <w:pPr>
        <w:rPr>
          <w:szCs w:val="24"/>
        </w:rPr>
      </w:pPr>
    </w:p>
    <w:p w14:paraId="487D5D80" w14:textId="77777777" w:rsidR="00DD0F19" w:rsidRPr="00A92AE3" w:rsidRDefault="00DD0F19" w:rsidP="00DD0F19">
      <w:pPr>
        <w:rPr>
          <w:szCs w:val="24"/>
        </w:rPr>
      </w:pPr>
    </w:p>
    <w:p w14:paraId="0C78D696" w14:textId="77777777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Pr="00A92AE3">
        <w:rPr>
          <w:spacing w:val="0"/>
          <w:position w:val="0"/>
          <w:szCs w:val="24"/>
        </w:rPr>
      </w:r>
      <w:r w:rsidRPr="00A92AE3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4F09F213" w14:textId="77777777" w:rsidR="00DD0F19" w:rsidRPr="00A92AE3" w:rsidRDefault="00DD0F19" w:rsidP="00DD0F19">
      <w:pPr>
        <w:rPr>
          <w:szCs w:val="24"/>
        </w:rPr>
      </w:pPr>
    </w:p>
    <w:p w14:paraId="4B98946D" w14:textId="77777777" w:rsidR="00DD0F19" w:rsidRPr="00A92AE3" w:rsidRDefault="00DD0F19" w:rsidP="00DD0F19">
      <w:pPr>
        <w:rPr>
          <w:szCs w:val="24"/>
        </w:rPr>
      </w:pPr>
    </w:p>
    <w:p w14:paraId="016F1D66" w14:textId="77777777" w:rsidR="002743A1" w:rsidRDefault="002743A1" w:rsidP="002743A1">
      <w:smartTag w:uri="urn:schemas-microsoft-com:office:smarttags" w:element="PersonName">
        <w:r>
          <w:t>Rein Kukk</w:t>
        </w:r>
      </w:smartTag>
    </w:p>
    <w:p w14:paraId="1EC77EF0" w14:textId="77777777" w:rsidR="002743A1" w:rsidRDefault="002743A1" w:rsidP="002743A1">
      <w:r>
        <w:t>RMK Kagu regioon</w:t>
      </w:r>
    </w:p>
    <w:p w14:paraId="665D8F75" w14:textId="3432D70B" w:rsidR="002743A1" w:rsidRDefault="002743A1" w:rsidP="002743A1">
      <w:r>
        <w:t>varumisjuht</w:t>
      </w:r>
    </w:p>
    <w:p w14:paraId="2E5571C8" w14:textId="77777777" w:rsidR="002743A1" w:rsidRDefault="002743A1" w:rsidP="002743A1">
      <w:pPr>
        <w:rPr>
          <w:sz w:val="18"/>
        </w:rPr>
      </w:pPr>
      <w:r>
        <w:t>tel 5174904</w:t>
      </w:r>
    </w:p>
    <w:p w14:paraId="351FF4CE" w14:textId="77777777" w:rsidR="00DD0F19" w:rsidRPr="00A92AE3" w:rsidRDefault="00DD0F19" w:rsidP="00DD0F19">
      <w:pPr>
        <w:rPr>
          <w:szCs w:val="24"/>
        </w:rPr>
      </w:pPr>
    </w:p>
    <w:p w14:paraId="2FDA2F10" w14:textId="538F0436" w:rsidR="00356C40" w:rsidRPr="00A92AE3" w:rsidRDefault="00356C40" w:rsidP="00DD0F19">
      <w:pPr>
        <w:rPr>
          <w:szCs w:val="24"/>
        </w:rPr>
      </w:pPr>
    </w:p>
    <w:sectPr w:rsidR="00356C40" w:rsidRPr="00A92AE3" w:rsidSect="00DD0F19">
      <w:footerReference w:type="default" r:id="rId11"/>
      <w:headerReference w:type="first" r:id="rId12"/>
      <w:footerReference w:type="first" r:id="rId13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86F7" w14:textId="77777777" w:rsidR="00EB5E63" w:rsidRDefault="00EB5E63">
      <w:r>
        <w:separator/>
      </w:r>
    </w:p>
  </w:endnote>
  <w:endnote w:type="continuationSeparator" w:id="0">
    <w:p w14:paraId="4BDC6179" w14:textId="77777777" w:rsidR="00EB5E63" w:rsidRDefault="00EB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E680" w14:textId="77777777" w:rsidR="00EB5E63" w:rsidRDefault="00EB5E63">
      <w:r>
        <w:separator/>
      </w:r>
    </w:p>
  </w:footnote>
  <w:footnote w:type="continuationSeparator" w:id="0">
    <w:p w14:paraId="69972CBB" w14:textId="77777777" w:rsidR="00EB5E63" w:rsidRDefault="00EB5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65716C"/>
    <w:multiLevelType w:val="hybridMultilevel"/>
    <w:tmpl w:val="3A0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6893752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57FC6"/>
    <w:rsid w:val="00073638"/>
    <w:rsid w:val="000D31BC"/>
    <w:rsid w:val="000E5BAB"/>
    <w:rsid w:val="0015432F"/>
    <w:rsid w:val="00162FE6"/>
    <w:rsid w:val="001835AF"/>
    <w:rsid w:val="00187A2D"/>
    <w:rsid w:val="001956F4"/>
    <w:rsid w:val="001A7F9E"/>
    <w:rsid w:val="001B796B"/>
    <w:rsid w:val="001D139F"/>
    <w:rsid w:val="001E574A"/>
    <w:rsid w:val="00231DFB"/>
    <w:rsid w:val="002743A1"/>
    <w:rsid w:val="00275FE6"/>
    <w:rsid w:val="002A5BF7"/>
    <w:rsid w:val="00326150"/>
    <w:rsid w:val="00356C40"/>
    <w:rsid w:val="00381E69"/>
    <w:rsid w:val="003A08B0"/>
    <w:rsid w:val="003F4C24"/>
    <w:rsid w:val="00436506"/>
    <w:rsid w:val="00456E4E"/>
    <w:rsid w:val="004871E4"/>
    <w:rsid w:val="00491E34"/>
    <w:rsid w:val="004A0E92"/>
    <w:rsid w:val="00502F51"/>
    <w:rsid w:val="00504E88"/>
    <w:rsid w:val="005A25A2"/>
    <w:rsid w:val="00625BFE"/>
    <w:rsid w:val="00635072"/>
    <w:rsid w:val="006651DB"/>
    <w:rsid w:val="00684AB3"/>
    <w:rsid w:val="00684F3D"/>
    <w:rsid w:val="006A0814"/>
    <w:rsid w:val="006A5AA8"/>
    <w:rsid w:val="006C4AAD"/>
    <w:rsid w:val="006D3AB1"/>
    <w:rsid w:val="00704BBF"/>
    <w:rsid w:val="00726C8C"/>
    <w:rsid w:val="00731E38"/>
    <w:rsid w:val="007B49AB"/>
    <w:rsid w:val="007B7275"/>
    <w:rsid w:val="007E0D20"/>
    <w:rsid w:val="007F482F"/>
    <w:rsid w:val="007F68A8"/>
    <w:rsid w:val="00845FCB"/>
    <w:rsid w:val="00872AC9"/>
    <w:rsid w:val="008B1038"/>
    <w:rsid w:val="008B1F36"/>
    <w:rsid w:val="008C0A3A"/>
    <w:rsid w:val="008D17C4"/>
    <w:rsid w:val="008F150B"/>
    <w:rsid w:val="009153B5"/>
    <w:rsid w:val="00987120"/>
    <w:rsid w:val="0099266F"/>
    <w:rsid w:val="009B46E2"/>
    <w:rsid w:val="009C564C"/>
    <w:rsid w:val="009D149C"/>
    <w:rsid w:val="009D3F3A"/>
    <w:rsid w:val="009D489B"/>
    <w:rsid w:val="00A05905"/>
    <w:rsid w:val="00A92AE3"/>
    <w:rsid w:val="00A9445B"/>
    <w:rsid w:val="00AA6DA9"/>
    <w:rsid w:val="00AC23A1"/>
    <w:rsid w:val="00AD7D1E"/>
    <w:rsid w:val="00AE227B"/>
    <w:rsid w:val="00B06B63"/>
    <w:rsid w:val="00B20188"/>
    <w:rsid w:val="00B5470C"/>
    <w:rsid w:val="00B70049"/>
    <w:rsid w:val="00B7608B"/>
    <w:rsid w:val="00B769BE"/>
    <w:rsid w:val="00BF0803"/>
    <w:rsid w:val="00BF346A"/>
    <w:rsid w:val="00C32B5E"/>
    <w:rsid w:val="00C33055"/>
    <w:rsid w:val="00C47135"/>
    <w:rsid w:val="00C52479"/>
    <w:rsid w:val="00C57A0A"/>
    <w:rsid w:val="00C66681"/>
    <w:rsid w:val="00C67247"/>
    <w:rsid w:val="00CC049C"/>
    <w:rsid w:val="00CF0857"/>
    <w:rsid w:val="00D21AD9"/>
    <w:rsid w:val="00D66212"/>
    <w:rsid w:val="00DB48CF"/>
    <w:rsid w:val="00DD0F19"/>
    <w:rsid w:val="00DF4636"/>
    <w:rsid w:val="00E85637"/>
    <w:rsid w:val="00EB5E63"/>
    <w:rsid w:val="00EC5BAE"/>
    <w:rsid w:val="00ED48D8"/>
    <w:rsid w:val="00F04FCF"/>
    <w:rsid w:val="00F052F9"/>
    <w:rsid w:val="00F94062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26C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DF463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35072"/>
    <w:pPr>
      <w:ind w:left="720"/>
      <w:contextualSpacing/>
    </w:pPr>
  </w:style>
  <w:style w:type="character" w:customStyle="1" w:styleId="Pealkiri4Mrk">
    <w:name w:val="Pealkiri 4 Märk"/>
    <w:basedOn w:val="Liguvaikefont"/>
    <w:link w:val="Pealkiri4"/>
    <w:uiPriority w:val="9"/>
    <w:semiHidden/>
    <w:rsid w:val="00726C8C"/>
    <w:rPr>
      <w:rFonts w:asciiTheme="majorHAnsi" w:eastAsiaTheme="majorEastAsia" w:hAnsiTheme="majorHAnsi" w:cstheme="majorBidi"/>
      <w:i/>
      <w:iCs/>
      <w:color w:val="365F91" w:themeColor="accent1" w:themeShade="BF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</TotalTime>
  <Pages>1</Pages>
  <Words>59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401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Rein Kukk | RMK</cp:lastModifiedBy>
  <cp:revision>2</cp:revision>
  <cp:lastPrinted>2023-02-13T11:39:00Z</cp:lastPrinted>
  <dcterms:created xsi:type="dcterms:W3CDTF">2025-10-28T09:40:00Z</dcterms:created>
  <dcterms:modified xsi:type="dcterms:W3CDTF">2025-10-28T09:40:00Z</dcterms:modified>
</cp:coreProperties>
</file>